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AA2" w:rsidRPr="00295F2F" w:rsidRDefault="004F2AA2" w:rsidP="00A82600">
      <w:pPr>
        <w:spacing w:line="480" w:lineRule="exact"/>
        <w:rPr>
          <w:rFonts w:ascii="黑体" w:eastAsia="黑体" w:hAnsi="黑体" w:cs="黑体"/>
          <w:sz w:val="32"/>
          <w:szCs w:val="32"/>
        </w:rPr>
      </w:pPr>
      <w:r w:rsidRPr="00295F2F">
        <w:rPr>
          <w:rFonts w:ascii="黑体" w:eastAsia="黑体" w:hAnsi="黑体" w:cs="黑体" w:hint="eastAsia"/>
          <w:sz w:val="32"/>
          <w:szCs w:val="32"/>
        </w:rPr>
        <w:t>附件</w:t>
      </w:r>
      <w:r w:rsidRPr="00295F2F">
        <w:rPr>
          <w:rFonts w:ascii="黑体" w:eastAsia="黑体" w:hAnsi="黑体" w:cs="黑体"/>
          <w:sz w:val="32"/>
          <w:szCs w:val="32"/>
        </w:rPr>
        <w:t>3</w:t>
      </w:r>
    </w:p>
    <w:p w:rsidR="004F2AA2" w:rsidRPr="00295F2F" w:rsidRDefault="004F2AA2" w:rsidP="00295F2F">
      <w:pPr>
        <w:jc w:val="center"/>
        <w:rPr>
          <w:rFonts w:ascii="方正小标宋简体" w:eastAsia="方正小标宋简体" w:hAnsi="宋体"/>
          <w:sz w:val="44"/>
          <w:szCs w:val="44"/>
        </w:rPr>
      </w:pPr>
      <w:r w:rsidRPr="00295F2F">
        <w:rPr>
          <w:rFonts w:ascii="方正小标宋简体" w:eastAsia="方正小标宋简体" w:hAnsi="宋体" w:cs="方正小标宋简体" w:hint="eastAsia"/>
          <w:sz w:val="44"/>
          <w:szCs w:val="44"/>
        </w:rPr>
        <w:t>常州市第六届“师德标兵”候选人情况汇总表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0"/>
        <w:gridCol w:w="1155"/>
        <w:gridCol w:w="882"/>
        <w:gridCol w:w="883"/>
        <w:gridCol w:w="2714"/>
        <w:gridCol w:w="1680"/>
        <w:gridCol w:w="981"/>
        <w:gridCol w:w="3238"/>
        <w:gridCol w:w="840"/>
      </w:tblGrid>
      <w:tr w:rsidR="004F2AA2" w:rsidRPr="00295F2F" w:rsidTr="00295F2F">
        <w:trPr>
          <w:trHeight w:val="680"/>
          <w:jc w:val="center"/>
        </w:trPr>
        <w:tc>
          <w:tcPr>
            <w:tcW w:w="830" w:type="dxa"/>
            <w:vAlign w:val="center"/>
          </w:tcPr>
          <w:p w:rsidR="004F2AA2" w:rsidRPr="00295F2F" w:rsidRDefault="004F2AA2" w:rsidP="00295F2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 w:rsidRPr="00295F2F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155" w:type="dxa"/>
            <w:vAlign w:val="center"/>
          </w:tcPr>
          <w:p w:rsidR="004F2AA2" w:rsidRPr="00295F2F" w:rsidRDefault="004F2AA2" w:rsidP="00295F2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 w:rsidRPr="00295F2F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882" w:type="dxa"/>
            <w:vAlign w:val="center"/>
          </w:tcPr>
          <w:p w:rsidR="004F2AA2" w:rsidRPr="00295F2F" w:rsidRDefault="004F2AA2" w:rsidP="00295F2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 w:rsidRPr="00295F2F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883" w:type="dxa"/>
            <w:vAlign w:val="center"/>
          </w:tcPr>
          <w:p w:rsidR="004F2AA2" w:rsidRPr="00295F2F" w:rsidRDefault="004F2AA2" w:rsidP="00295F2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 w:rsidRPr="00295F2F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年龄</w:t>
            </w:r>
          </w:p>
        </w:tc>
        <w:tc>
          <w:tcPr>
            <w:tcW w:w="2714" w:type="dxa"/>
            <w:vAlign w:val="center"/>
          </w:tcPr>
          <w:p w:rsidR="004F2AA2" w:rsidRPr="00295F2F" w:rsidRDefault="004F2AA2" w:rsidP="00295F2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 w:rsidRPr="00295F2F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单位（全称）</w:t>
            </w:r>
          </w:p>
        </w:tc>
        <w:tc>
          <w:tcPr>
            <w:tcW w:w="1680" w:type="dxa"/>
            <w:vAlign w:val="center"/>
          </w:tcPr>
          <w:p w:rsidR="004F2AA2" w:rsidRPr="00295F2F" w:rsidRDefault="004F2AA2" w:rsidP="00295F2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 w:rsidRPr="00295F2F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职务</w:t>
            </w:r>
          </w:p>
        </w:tc>
        <w:tc>
          <w:tcPr>
            <w:tcW w:w="981" w:type="dxa"/>
            <w:vAlign w:val="center"/>
          </w:tcPr>
          <w:p w:rsidR="004F2AA2" w:rsidRPr="00295F2F" w:rsidRDefault="004F2AA2" w:rsidP="00295F2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 w:rsidRPr="00295F2F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3238" w:type="dxa"/>
            <w:vAlign w:val="center"/>
          </w:tcPr>
          <w:p w:rsidR="004F2AA2" w:rsidRPr="00295F2F" w:rsidRDefault="004F2AA2" w:rsidP="00295F2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 w:rsidRPr="00295F2F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获奖情况</w:t>
            </w:r>
          </w:p>
        </w:tc>
        <w:tc>
          <w:tcPr>
            <w:tcW w:w="840" w:type="dxa"/>
            <w:vAlign w:val="center"/>
          </w:tcPr>
          <w:p w:rsidR="004F2AA2" w:rsidRPr="00295F2F" w:rsidRDefault="004F2AA2" w:rsidP="00295F2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 w:rsidRPr="00295F2F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4F2AA2" w:rsidRPr="00295F2F" w:rsidTr="00295F2F">
        <w:trPr>
          <w:trHeight w:val="680"/>
          <w:jc w:val="center"/>
        </w:trPr>
        <w:tc>
          <w:tcPr>
            <w:tcW w:w="830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 w:rsidRPr="00295F2F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155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2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</w:p>
        </w:tc>
        <w:tc>
          <w:tcPr>
            <w:tcW w:w="883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</w:p>
        </w:tc>
        <w:tc>
          <w:tcPr>
            <w:tcW w:w="2714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</w:p>
        </w:tc>
        <w:tc>
          <w:tcPr>
            <w:tcW w:w="3238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4F2AA2" w:rsidRPr="00295F2F" w:rsidTr="00295F2F">
        <w:trPr>
          <w:trHeight w:val="680"/>
          <w:jc w:val="center"/>
        </w:trPr>
        <w:tc>
          <w:tcPr>
            <w:tcW w:w="830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 w:rsidRPr="00295F2F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155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2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</w:p>
        </w:tc>
        <w:tc>
          <w:tcPr>
            <w:tcW w:w="883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</w:p>
        </w:tc>
        <w:tc>
          <w:tcPr>
            <w:tcW w:w="2714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</w:p>
        </w:tc>
        <w:tc>
          <w:tcPr>
            <w:tcW w:w="3238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4F2AA2" w:rsidRPr="00295F2F" w:rsidTr="00295F2F">
        <w:trPr>
          <w:trHeight w:val="680"/>
          <w:jc w:val="center"/>
        </w:trPr>
        <w:tc>
          <w:tcPr>
            <w:tcW w:w="830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 w:rsidRPr="00295F2F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155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2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3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14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38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4F2AA2" w:rsidRPr="00295F2F" w:rsidTr="00295F2F">
        <w:trPr>
          <w:trHeight w:val="680"/>
          <w:jc w:val="center"/>
        </w:trPr>
        <w:tc>
          <w:tcPr>
            <w:tcW w:w="830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 w:rsidRPr="00295F2F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155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2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3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14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38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4F2AA2" w:rsidRPr="00295F2F" w:rsidTr="00295F2F">
        <w:trPr>
          <w:trHeight w:val="680"/>
          <w:jc w:val="center"/>
        </w:trPr>
        <w:tc>
          <w:tcPr>
            <w:tcW w:w="830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 w:rsidRPr="00295F2F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155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2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3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14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38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4F2AA2" w:rsidRPr="00295F2F" w:rsidTr="00295F2F">
        <w:trPr>
          <w:trHeight w:val="680"/>
          <w:jc w:val="center"/>
        </w:trPr>
        <w:tc>
          <w:tcPr>
            <w:tcW w:w="830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 w:rsidRPr="00295F2F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155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2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3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14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38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4F2AA2" w:rsidRPr="00295F2F" w:rsidTr="00295F2F">
        <w:trPr>
          <w:trHeight w:val="680"/>
          <w:jc w:val="center"/>
        </w:trPr>
        <w:tc>
          <w:tcPr>
            <w:tcW w:w="830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 w:rsidRPr="00295F2F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155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2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3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14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38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4F2AA2" w:rsidRPr="00295F2F" w:rsidTr="00295F2F">
        <w:trPr>
          <w:trHeight w:val="680"/>
          <w:jc w:val="center"/>
        </w:trPr>
        <w:tc>
          <w:tcPr>
            <w:tcW w:w="830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 w:rsidRPr="00295F2F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155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2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3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14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38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4F2AA2" w:rsidRPr="00295F2F" w:rsidRDefault="004F2AA2" w:rsidP="00295F2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</w:tr>
    </w:tbl>
    <w:p w:rsidR="004F2AA2" w:rsidRDefault="004F2AA2"/>
    <w:sectPr w:rsidR="004F2AA2" w:rsidSect="00295F2F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2AA2" w:rsidRDefault="004F2AA2">
      <w:r>
        <w:separator/>
      </w:r>
    </w:p>
  </w:endnote>
  <w:endnote w:type="continuationSeparator" w:id="1">
    <w:p w:rsidR="004F2AA2" w:rsidRDefault="004F2A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AA2" w:rsidRPr="00295F2F" w:rsidRDefault="004F2AA2" w:rsidP="00285BC5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295F2F">
      <w:rPr>
        <w:rStyle w:val="PageNumber"/>
        <w:sz w:val="28"/>
        <w:szCs w:val="28"/>
      </w:rPr>
      <w:fldChar w:fldCharType="begin"/>
    </w:r>
    <w:r w:rsidRPr="00295F2F">
      <w:rPr>
        <w:rStyle w:val="PageNumber"/>
        <w:sz w:val="28"/>
        <w:szCs w:val="28"/>
      </w:rPr>
      <w:instrText xml:space="preserve">PAGE  </w:instrText>
    </w:r>
    <w:r w:rsidRPr="00295F2F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- 9 -</w:t>
    </w:r>
    <w:r w:rsidRPr="00295F2F">
      <w:rPr>
        <w:rStyle w:val="PageNumber"/>
        <w:sz w:val="28"/>
        <w:szCs w:val="28"/>
      </w:rPr>
      <w:fldChar w:fldCharType="end"/>
    </w:r>
  </w:p>
  <w:p w:rsidR="004F2AA2" w:rsidRDefault="004F2AA2" w:rsidP="00295F2F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2AA2" w:rsidRDefault="004F2AA2">
      <w:r>
        <w:separator/>
      </w:r>
    </w:p>
  </w:footnote>
  <w:footnote w:type="continuationSeparator" w:id="1">
    <w:p w:rsidR="004F2AA2" w:rsidRDefault="004F2A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2600"/>
    <w:rsid w:val="00125047"/>
    <w:rsid w:val="001E3125"/>
    <w:rsid w:val="00285BC5"/>
    <w:rsid w:val="00295F2F"/>
    <w:rsid w:val="002D3E16"/>
    <w:rsid w:val="004C74AD"/>
    <w:rsid w:val="004F2AA2"/>
    <w:rsid w:val="009B1B4F"/>
    <w:rsid w:val="00A82600"/>
    <w:rsid w:val="00CA5852"/>
    <w:rsid w:val="00E91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600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82600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autoRedefine/>
    <w:uiPriority w:val="99"/>
    <w:rsid w:val="00A82600"/>
    <w:pPr>
      <w:widowControl/>
      <w:spacing w:after="160" w:line="240" w:lineRule="exact"/>
      <w:jc w:val="left"/>
    </w:pPr>
    <w:rPr>
      <w:rFonts w:ascii="Verdana" w:eastAsia="仿宋_GB2312" w:hAnsi="Verdana" w:cs="Verdana"/>
      <w:kern w:val="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295F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8295D"/>
    <w:rPr>
      <w:rFonts w:ascii="Times New Roman" w:hAnsi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295F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8295D"/>
    <w:rPr>
      <w:rFonts w:ascii="Times New Roman" w:hAnsi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295F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22</Words>
  <Characters>126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2</cp:revision>
  <dcterms:created xsi:type="dcterms:W3CDTF">2019-05-22T07:15:00Z</dcterms:created>
  <dcterms:modified xsi:type="dcterms:W3CDTF">2019-05-27T02:27:00Z</dcterms:modified>
</cp:coreProperties>
</file>